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F9" w:rsidRDefault="009764F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9764F9" w:rsidRDefault="009764F9" w:rsidP="00811BA4">
      <w:pPr>
        <w:spacing w:line="360" w:lineRule="auto"/>
      </w:pPr>
    </w:p>
    <w:p w:rsidR="009764F9" w:rsidRDefault="009764F9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9764F9" w:rsidRDefault="009764F9" w:rsidP="00811BA4">
      <w:pPr>
        <w:spacing w:line="360" w:lineRule="auto"/>
        <w:rPr>
          <w:sz w:val="28"/>
          <w:szCs w:val="28"/>
        </w:rPr>
      </w:pPr>
    </w:p>
    <w:p w:rsidR="009764F9" w:rsidRPr="00AB21BB" w:rsidRDefault="009764F9" w:rsidP="00811BA4">
      <w:pPr>
        <w:spacing w:line="360" w:lineRule="auto"/>
      </w:pPr>
      <w:r>
        <w:t>DATUM VZNIKU MATERIÁLU:           6.8.2012</w:t>
      </w:r>
    </w:p>
    <w:p w:rsidR="009764F9" w:rsidRDefault="009764F9" w:rsidP="00811BA4">
      <w:pPr>
        <w:spacing w:line="360" w:lineRule="auto"/>
      </w:pPr>
    </w:p>
    <w:p w:rsidR="009764F9" w:rsidRPr="00987F54" w:rsidRDefault="009764F9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9764F9" w:rsidRDefault="009764F9" w:rsidP="00811BA4">
      <w:pPr>
        <w:spacing w:line="360" w:lineRule="auto"/>
      </w:pPr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9764F9" w:rsidRPr="00987F54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9764F9" w:rsidRPr="00987F54" w:rsidRDefault="009764F9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9764F9" w:rsidRDefault="009764F9" w:rsidP="00811BA4">
      <w:pPr>
        <w:spacing w:line="360" w:lineRule="auto"/>
      </w:pPr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určen k procvičení probraného</w:t>
      </w:r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učiva – sčítání a odčítání do 20 s přechodem desítky</w:t>
      </w:r>
    </w:p>
    <w:p w:rsidR="009764F9" w:rsidRDefault="009764F9" w:rsidP="00811BA4">
      <w:pPr>
        <w:spacing w:line="360" w:lineRule="auto"/>
        <w:rPr>
          <w:sz w:val="24"/>
          <w:szCs w:val="24"/>
        </w:rPr>
      </w:pPr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062937">
          <w:rPr>
            <w:rStyle w:val="Hyperlink"/>
            <w:sz w:val="24"/>
            <w:szCs w:val="24"/>
          </w:rPr>
          <w:t>http://www.ceskatelevize.cz/porady/10130896232-ovecka-</w:t>
        </w:r>
      </w:hyperlink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shaun/207381455560004-velikan-timmy/</w:t>
      </w:r>
    </w:p>
    <w:p w:rsidR="009764F9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9764F9" w:rsidRPr="00987F54" w:rsidRDefault="009764F9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9764F9" w:rsidRDefault="009764F9" w:rsidP="00811BA4">
      <w:pPr>
        <w:spacing w:line="360" w:lineRule="auto"/>
      </w:pPr>
    </w:p>
    <w:sectPr w:rsidR="009764F9" w:rsidSect="00FE0D7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4F9" w:rsidRDefault="009764F9" w:rsidP="00811BA4">
      <w:pPr>
        <w:spacing w:after="0" w:line="240" w:lineRule="auto"/>
      </w:pPr>
      <w:r>
        <w:separator/>
      </w:r>
    </w:p>
  </w:endnote>
  <w:endnote w:type="continuationSeparator" w:id="0">
    <w:p w:rsidR="009764F9" w:rsidRDefault="009764F9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4F9" w:rsidRDefault="009764F9" w:rsidP="00811BA4">
      <w:pPr>
        <w:spacing w:after="0" w:line="240" w:lineRule="auto"/>
      </w:pPr>
      <w:r>
        <w:separator/>
      </w:r>
    </w:p>
  </w:footnote>
  <w:footnote w:type="continuationSeparator" w:id="0">
    <w:p w:rsidR="009764F9" w:rsidRDefault="009764F9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4F9" w:rsidRDefault="009764F9" w:rsidP="00811BA4">
    <w:pPr>
      <w:pStyle w:val="Header"/>
      <w:jc w:val="right"/>
    </w:pPr>
    <w:r>
      <w:tab/>
      <w:t>VY_42_INOVACE_v26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62937"/>
    <w:rsid w:val="000E4F85"/>
    <w:rsid w:val="001C2CAA"/>
    <w:rsid w:val="00244D25"/>
    <w:rsid w:val="00336987"/>
    <w:rsid w:val="00357B96"/>
    <w:rsid w:val="00514DEE"/>
    <w:rsid w:val="005601F8"/>
    <w:rsid w:val="00780472"/>
    <w:rsid w:val="00811BA4"/>
    <w:rsid w:val="008C3198"/>
    <w:rsid w:val="00917323"/>
    <w:rsid w:val="009764F9"/>
    <w:rsid w:val="00987F54"/>
    <w:rsid w:val="009C21B8"/>
    <w:rsid w:val="009F7136"/>
    <w:rsid w:val="00AB21BB"/>
    <w:rsid w:val="00AB476B"/>
    <w:rsid w:val="00B27565"/>
    <w:rsid w:val="00B90200"/>
    <w:rsid w:val="00CE74D1"/>
    <w:rsid w:val="00CF69CA"/>
    <w:rsid w:val="00D0375D"/>
    <w:rsid w:val="00D55C55"/>
    <w:rsid w:val="00DE2DCF"/>
    <w:rsid w:val="00E0556E"/>
    <w:rsid w:val="00E10637"/>
    <w:rsid w:val="00FB5A6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8C31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katelevize.cz/porady/10130896232-ovecka-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128</Words>
  <Characters>756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2012-11-14T09:55:00Z</cp:lastPrinted>
  <dcterms:created xsi:type="dcterms:W3CDTF">2012-11-19T20:41:00Z</dcterms:created>
  <dcterms:modified xsi:type="dcterms:W3CDTF">2012-11-19T20:41:00Z</dcterms:modified>
</cp:coreProperties>
</file>